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6A450D-0559-4431-BE2C-51E905962F2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